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7BFD29E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Start w:id="1" w:name="_Hlk187047849"/>
      <w:bookmarkEnd w:id="0"/>
      <w:sdt>
        <w:sdtPr>
          <w:rPr>
            <w:b/>
          </w:rPr>
          <w:alias w:val="Název veřejné zakázky"/>
          <w:tag w:val="Název VZ"/>
          <w:id w:val="2090275580"/>
          <w:placeholder>
            <w:docPart w:val="25EFC9B5C4DD4B599F666CBF52B7B95B"/>
          </w:placeholder>
        </w:sdtPr>
        <w:sdtContent>
          <w:r w:rsidR="0098141B">
            <w:rPr>
              <w:b/>
            </w:rPr>
            <w:t>Dodávka světelných zdrojů a svítidel OŘ Plzeň 2025–2026</w:t>
          </w:r>
        </w:sdtContent>
      </w:sdt>
      <w:bookmarkEnd w:id="1"/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98141B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98141B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3F953AA" w:rsidR="00F1715C" w:rsidRDefault="00B151DE" w:rsidP="00D61054">
          <w:pPr>
            <w:pStyle w:val="Zpat"/>
            <w:ind w:left="658" w:right="-653"/>
            <w:contextualSpacing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1EC5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141B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04616"/>
    <w:rsid w:val="00D21061"/>
    <w:rsid w:val="00D4108E"/>
    <w:rsid w:val="00D45C59"/>
    <w:rsid w:val="00D5665E"/>
    <w:rsid w:val="00D61054"/>
    <w:rsid w:val="00D6163D"/>
    <w:rsid w:val="00D73D46"/>
    <w:rsid w:val="00D831A3"/>
    <w:rsid w:val="00DC75F3"/>
    <w:rsid w:val="00DD440E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5EFC9B5C4DD4B599F666CBF52B7B9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801204-B275-44F6-85C2-A66EAB0FAF68}"/>
      </w:docPartPr>
      <w:docPartBody>
        <w:p w:rsidR="00C83EA3" w:rsidRDefault="00C83EA3" w:rsidP="00C83EA3">
          <w:pPr>
            <w:pStyle w:val="25EFC9B5C4DD4B599F666CBF52B7B95B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C83EA3"/>
    <w:rsid w:val="00DB3D9A"/>
    <w:rsid w:val="00DD440E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3EA3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  <w:style w:type="paragraph" w:customStyle="1" w:styleId="25EFC9B5C4DD4B599F666CBF52B7B95B">
    <w:name w:val="25EFC9B5C4DD4B599F666CBF52B7B95B"/>
    <w:rsid w:val="00C83EA3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467</Words>
  <Characters>2757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Vopalecká Leona</cp:lastModifiedBy>
  <cp:revision>13</cp:revision>
  <cp:lastPrinted>2017-11-28T17:18:00Z</cp:lastPrinted>
  <dcterms:created xsi:type="dcterms:W3CDTF">2023-11-16T10:29:00Z</dcterms:created>
  <dcterms:modified xsi:type="dcterms:W3CDTF">2025-01-06T08:31:00Z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